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A60124" w:rsidRPr="003E6C98" w:rsidRDefault="00F73753" w:rsidP="00A60124">
      <w:pPr>
        <w:tabs>
          <w:tab w:val="left" w:pos="1418"/>
          <w:tab w:val="left" w:pos="4253"/>
        </w:tabs>
        <w:ind w:right="12"/>
        <w:rPr>
          <w:b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A60124" w:rsidRPr="00A60124">
        <w:rPr>
          <w:b/>
          <w:sz w:val="28"/>
          <w:szCs w:val="28"/>
        </w:rPr>
        <w:t>“System Integration Engineering Support for the Disruption Mitigation System Design”</w:t>
      </w:r>
    </w:p>
    <w:p w:rsidR="00F86FE6" w:rsidRPr="00F86FE6" w:rsidRDefault="00F86FE6" w:rsidP="00321C7B">
      <w:pPr>
        <w:tabs>
          <w:tab w:val="left" w:pos="1418"/>
          <w:tab w:val="left" w:pos="4253"/>
        </w:tabs>
        <w:ind w:left="1260" w:right="12" w:hanging="1260"/>
        <w:rPr>
          <w:b/>
          <w:sz w:val="28"/>
          <w:szCs w:val="28"/>
        </w:rPr>
      </w:pPr>
    </w:p>
    <w:p w:rsidR="008D7AA5" w:rsidRPr="00F86FE6" w:rsidRDefault="008D7AA5" w:rsidP="00F86FE6">
      <w:pPr>
        <w:ind w:left="1440" w:right="-425" w:firstLine="90"/>
      </w:pPr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507712">
        <w:rPr>
          <w:b/>
          <w:sz w:val="28"/>
          <w:szCs w:val="28"/>
        </w:rPr>
        <w:t>2</w:t>
      </w:r>
      <w:r w:rsidR="003079B4" w:rsidRPr="00F160C2">
        <w:rPr>
          <w:b/>
          <w:sz w:val="28"/>
          <w:szCs w:val="28"/>
        </w:rPr>
        <w:t>/CFE/</w:t>
      </w:r>
      <w:r w:rsidR="00A60124" w:rsidRPr="0079530C">
        <w:rPr>
          <w:rFonts w:eastAsia="平成明朝"/>
          <w:b/>
          <w:sz w:val="28"/>
          <w:szCs w:val="28"/>
        </w:rPr>
        <w:t>10023574/RIA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507712">
        <w:t xml:space="preserve"> from</w:t>
      </w:r>
      <w:r w:rsidR="00321C7B">
        <w:t xml:space="preserve"> </w:t>
      </w:r>
      <w:r w:rsidR="00225DD2" w:rsidRPr="00225DD2">
        <w:t xml:space="preserve">beginning of </w:t>
      </w:r>
      <w:r w:rsidR="00321C7B" w:rsidRPr="00225DD2">
        <w:t>Ju</w:t>
      </w:r>
      <w:r w:rsidR="00A60124" w:rsidRPr="00225DD2">
        <w:t>ly</w:t>
      </w:r>
      <w:r w:rsidR="00321C7B" w:rsidRPr="00225DD2">
        <w:t xml:space="preserve"> 2022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</w:t>
      </w:r>
      <w:bookmarkStart w:id="0" w:name="_GoBack"/>
      <w:bookmarkEnd w:id="0"/>
      <w:r w:rsidR="00E155F8">
        <w:t>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321C7B">
        <w:trPr>
          <w:trHeight w:val="620"/>
        </w:trPr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平成明朝">
    <w:altName w:val="MS Gothic"/>
    <w:charset w:val="80"/>
    <w:family w:val="auto"/>
    <w:pitch w:val="variable"/>
    <w:sig w:usb0="01000001" w:usb1="08070708" w:usb2="1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303B"/>
    <w:rsid w:val="001E78CC"/>
    <w:rsid w:val="00215CA2"/>
    <w:rsid w:val="00225DD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21C7B"/>
    <w:rsid w:val="00352943"/>
    <w:rsid w:val="003739C6"/>
    <w:rsid w:val="003806D7"/>
    <w:rsid w:val="0039533D"/>
    <w:rsid w:val="003A1768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07712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4060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D5202"/>
    <w:rsid w:val="009F7C26"/>
    <w:rsid w:val="00A252F0"/>
    <w:rsid w:val="00A3764D"/>
    <w:rsid w:val="00A41749"/>
    <w:rsid w:val="00A43CE8"/>
    <w:rsid w:val="00A52768"/>
    <w:rsid w:val="00A60124"/>
    <w:rsid w:val="00A70AE0"/>
    <w:rsid w:val="00A91341"/>
    <w:rsid w:val="00A97742"/>
    <w:rsid w:val="00AB65D6"/>
    <w:rsid w:val="00AE2DFD"/>
    <w:rsid w:val="00B161B4"/>
    <w:rsid w:val="00B278F7"/>
    <w:rsid w:val="00B3174C"/>
    <w:rsid w:val="00B51441"/>
    <w:rsid w:val="00B622BC"/>
    <w:rsid w:val="00B71C0A"/>
    <w:rsid w:val="00B960FA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B4513"/>
    <w:rsid w:val="00EC276E"/>
    <w:rsid w:val="00EC6C94"/>
    <w:rsid w:val="00ED196E"/>
    <w:rsid w:val="00EE73D8"/>
    <w:rsid w:val="00F0262E"/>
    <w:rsid w:val="00F048D8"/>
    <w:rsid w:val="00F328C9"/>
    <w:rsid w:val="00F5458A"/>
    <w:rsid w:val="00F73753"/>
    <w:rsid w:val="00F841B3"/>
    <w:rsid w:val="00F86FE6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71BF15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41</TotalTime>
  <Pages>1</Pages>
  <Words>207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Inoa Rosilennys EXT</cp:lastModifiedBy>
  <cp:revision>11</cp:revision>
  <cp:lastPrinted>2012-04-10T09:52:00Z</cp:lastPrinted>
  <dcterms:created xsi:type="dcterms:W3CDTF">2020-10-26T07:52:00Z</dcterms:created>
  <dcterms:modified xsi:type="dcterms:W3CDTF">2022-05-23T11:53:00Z</dcterms:modified>
</cp:coreProperties>
</file>